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560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25F4154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E01816" w14:textId="73FBBE0C" w:rsidR="0085747A" w:rsidRPr="009C54AE" w:rsidRDefault="00EB1963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</w:t>
      </w:r>
      <w:r w:rsidR="00FB67D2">
        <w:rPr>
          <w:rFonts w:ascii="Corbel" w:hAnsi="Corbel"/>
          <w:b/>
          <w:smallCaps/>
          <w:sz w:val="24"/>
          <w:szCs w:val="24"/>
        </w:rPr>
        <w:t>yklu kształcenia 2022-</w:t>
      </w:r>
      <w:r>
        <w:rPr>
          <w:rFonts w:ascii="Corbel" w:hAnsi="Corbel"/>
          <w:b/>
          <w:smallCaps/>
          <w:sz w:val="24"/>
          <w:szCs w:val="24"/>
        </w:rPr>
        <w:t>2024</w:t>
      </w:r>
    </w:p>
    <w:p w14:paraId="7308C3AE" w14:textId="77777777" w:rsidR="0085747A" w:rsidRDefault="0085747A" w:rsidP="00FB67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47D330" w14:textId="7099A879" w:rsidR="00445970" w:rsidRPr="00EA4832" w:rsidRDefault="00445970" w:rsidP="00FB67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B1963">
        <w:rPr>
          <w:rFonts w:ascii="Corbel" w:hAnsi="Corbel"/>
          <w:sz w:val="20"/>
          <w:szCs w:val="20"/>
        </w:rPr>
        <w:t>ok akademicki   2022/2023</w:t>
      </w:r>
    </w:p>
    <w:p w14:paraId="087D9E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3081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2EDA382" w14:textId="77777777" w:rsidTr="00037D2F">
        <w:tc>
          <w:tcPr>
            <w:tcW w:w="2694" w:type="dxa"/>
            <w:vAlign w:val="center"/>
          </w:tcPr>
          <w:p w14:paraId="1DF2EA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2D90E" w14:textId="77777777"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14:paraId="5A7A08AF" w14:textId="77777777" w:rsidTr="00037D2F">
        <w:tc>
          <w:tcPr>
            <w:tcW w:w="2694" w:type="dxa"/>
            <w:vAlign w:val="center"/>
          </w:tcPr>
          <w:p w14:paraId="01A69F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46781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94067C" w14:textId="77777777" w:rsidTr="00037D2F">
        <w:tc>
          <w:tcPr>
            <w:tcW w:w="2694" w:type="dxa"/>
            <w:vAlign w:val="center"/>
          </w:tcPr>
          <w:p w14:paraId="16AC1065" w14:textId="3D1697B1" w:rsidR="0085747A" w:rsidRPr="009C54AE" w:rsidRDefault="005129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FDBEF7" w14:textId="4DCC2608" w:rsidR="0085747A" w:rsidRPr="009C54AE" w:rsidRDefault="00AF3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1ABC05" w14:textId="77777777" w:rsidTr="00037D2F">
        <w:tc>
          <w:tcPr>
            <w:tcW w:w="2694" w:type="dxa"/>
            <w:vAlign w:val="center"/>
          </w:tcPr>
          <w:p w14:paraId="6FC9AD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0FC58F" w14:textId="5B5CEB60" w:rsidR="0085747A" w:rsidRPr="009C54AE" w:rsidRDefault="00AF3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14:paraId="3316F9AF" w14:textId="77777777" w:rsidTr="00037D2F">
        <w:tc>
          <w:tcPr>
            <w:tcW w:w="2694" w:type="dxa"/>
            <w:vAlign w:val="center"/>
          </w:tcPr>
          <w:p w14:paraId="53ABC0B7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D0F7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14:paraId="636818A9" w14:textId="77777777" w:rsidTr="00037D2F">
        <w:tc>
          <w:tcPr>
            <w:tcW w:w="2694" w:type="dxa"/>
            <w:vAlign w:val="center"/>
          </w:tcPr>
          <w:p w14:paraId="137583E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52A3F1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14:paraId="5B6D68C0" w14:textId="77777777" w:rsidTr="00037D2F">
        <w:tc>
          <w:tcPr>
            <w:tcW w:w="2694" w:type="dxa"/>
            <w:vAlign w:val="center"/>
          </w:tcPr>
          <w:p w14:paraId="2B86E98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B8D918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037D2F" w:rsidRPr="009C54AE" w14:paraId="3FAFF700" w14:textId="77777777" w:rsidTr="00037D2F">
        <w:tc>
          <w:tcPr>
            <w:tcW w:w="2694" w:type="dxa"/>
            <w:vAlign w:val="center"/>
          </w:tcPr>
          <w:p w14:paraId="0F58717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064C75" w14:textId="77777777" w:rsidR="00037D2F" w:rsidRPr="009C54AE" w:rsidRDefault="004D3D9C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7D2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37D2F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14:paraId="12A33F73" w14:textId="77777777" w:rsidTr="00037D2F">
        <w:tc>
          <w:tcPr>
            <w:tcW w:w="2694" w:type="dxa"/>
            <w:vAlign w:val="center"/>
          </w:tcPr>
          <w:p w14:paraId="5CA39450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7DAEB0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14:paraId="0870CFB5" w14:textId="77777777" w:rsidTr="00037D2F">
        <w:tc>
          <w:tcPr>
            <w:tcW w:w="2694" w:type="dxa"/>
            <w:vAlign w:val="center"/>
          </w:tcPr>
          <w:p w14:paraId="1BC5EA6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D6FA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14:paraId="53B57F21" w14:textId="77777777" w:rsidTr="00037D2F">
        <w:tc>
          <w:tcPr>
            <w:tcW w:w="2694" w:type="dxa"/>
            <w:vAlign w:val="center"/>
          </w:tcPr>
          <w:p w14:paraId="6ADD002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5C019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14:paraId="6E99327B" w14:textId="77777777" w:rsidTr="00037D2F">
        <w:tc>
          <w:tcPr>
            <w:tcW w:w="2694" w:type="dxa"/>
            <w:vAlign w:val="center"/>
          </w:tcPr>
          <w:p w14:paraId="74DAF23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8A66DF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14:paraId="38D29201" w14:textId="77777777" w:rsidTr="00037D2F">
        <w:tc>
          <w:tcPr>
            <w:tcW w:w="2694" w:type="dxa"/>
            <w:vAlign w:val="center"/>
          </w:tcPr>
          <w:p w14:paraId="06327EBD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34DB6C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1380D0E" w14:textId="26C63F3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29A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5979A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9CAB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6E01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0C5E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53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56CF0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7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46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88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E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B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01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A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D1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D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2066D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25A" w14:textId="77777777"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A60B" w14:textId="77777777"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DB8D" w14:textId="77777777"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64E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99A2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99AB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0957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2EBD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E439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3733" w14:textId="77777777" w:rsidR="00015B8F" w:rsidRPr="009C54AE" w:rsidRDefault="00EB19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16DCC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2012C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7C883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2D430" w14:textId="77777777"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7F6514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7131B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0CB3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70A2" w14:textId="0B69354A" w:rsidR="009C54AE" w:rsidRPr="003A079C" w:rsidRDefault="00E22FBC" w:rsidP="003A07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A0831" w:rsidRPr="00FC2683">
        <w:rPr>
          <w:rFonts w:ascii="Corbel" w:hAnsi="Corbel"/>
          <w:b w:val="0"/>
          <w:smallCaps w:val="0"/>
          <w:szCs w:val="24"/>
        </w:rPr>
        <w:t>Egzamin, zaliczenie z oceną</w:t>
      </w:r>
      <w:r w:rsidR="001529E8">
        <w:rPr>
          <w:rFonts w:ascii="Corbel" w:hAnsi="Corbel"/>
          <w:b w:val="0"/>
          <w:smallCaps w:val="0"/>
          <w:szCs w:val="24"/>
        </w:rPr>
        <w:t xml:space="preserve"> - ćw</w:t>
      </w:r>
      <w:r w:rsidR="006A0831">
        <w:rPr>
          <w:rFonts w:ascii="Corbel" w:hAnsi="Corbel"/>
          <w:b w:val="0"/>
          <w:smallCaps w:val="0"/>
          <w:szCs w:val="24"/>
        </w:rPr>
        <w:t>.</w:t>
      </w:r>
    </w:p>
    <w:p w14:paraId="0190CB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B51A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93235A" w14:textId="77777777" w:rsidTr="00745302">
        <w:tc>
          <w:tcPr>
            <w:tcW w:w="9670" w:type="dxa"/>
          </w:tcPr>
          <w:p w14:paraId="55090F0C" w14:textId="77777777"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14:paraId="42C0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4179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D3A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378C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2692B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93F1D91" w14:textId="77777777" w:rsidTr="00923D7D">
        <w:tc>
          <w:tcPr>
            <w:tcW w:w="851" w:type="dxa"/>
            <w:vAlign w:val="center"/>
          </w:tcPr>
          <w:p w14:paraId="42D7C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9E62BF" w14:textId="77777777"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14:paraId="335F27B7" w14:textId="77777777" w:rsidTr="00923D7D">
        <w:tc>
          <w:tcPr>
            <w:tcW w:w="851" w:type="dxa"/>
            <w:vAlign w:val="center"/>
          </w:tcPr>
          <w:p w14:paraId="655E17E5" w14:textId="77777777"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C78C53" w14:textId="77777777"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14:paraId="64836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6B6A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EC9E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8E041F9" w14:textId="77777777" w:rsidTr="0071620A">
        <w:tc>
          <w:tcPr>
            <w:tcW w:w="1701" w:type="dxa"/>
            <w:vAlign w:val="center"/>
          </w:tcPr>
          <w:p w14:paraId="007EDE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2CAC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F61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27F478E" w14:textId="77777777" w:rsidTr="005E6E85">
        <w:tc>
          <w:tcPr>
            <w:tcW w:w="1701" w:type="dxa"/>
          </w:tcPr>
          <w:p w14:paraId="2E4FDA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87ADCF" w14:textId="1643A4AC" w:rsidR="001529E8" w:rsidRDefault="001529E8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48848ED0" w14:textId="5E2E127A"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14:paraId="2067A059" w14:textId="77777777"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14:paraId="64C5B72F" w14:textId="77777777" w:rsidTr="005E6E85">
        <w:tc>
          <w:tcPr>
            <w:tcW w:w="1701" w:type="dxa"/>
          </w:tcPr>
          <w:p w14:paraId="27E8E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2D69FF" w14:textId="77777777"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14:paraId="42482524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14:paraId="6D521558" w14:textId="77777777" w:rsidTr="005E6E85">
        <w:tc>
          <w:tcPr>
            <w:tcW w:w="1701" w:type="dxa"/>
          </w:tcPr>
          <w:p w14:paraId="10116F80" w14:textId="77777777"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F4AC9" w14:textId="77777777"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214A6DD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14:paraId="3223C995" w14:textId="77777777" w:rsidTr="005E6E85">
        <w:tc>
          <w:tcPr>
            <w:tcW w:w="1701" w:type="dxa"/>
          </w:tcPr>
          <w:p w14:paraId="0109BF7F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040C2D" w14:textId="77777777"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14:paraId="2C541E86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14:paraId="7D7B7E8E" w14:textId="77777777" w:rsidTr="005E6E85">
        <w:tc>
          <w:tcPr>
            <w:tcW w:w="1701" w:type="dxa"/>
          </w:tcPr>
          <w:p w14:paraId="21F916DF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EF3643" w14:textId="77777777"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14:paraId="53018C98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5B2F7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F16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A368B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F418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F230E" w:rsidRPr="00FC2683" w14:paraId="5A2A2089" w14:textId="77777777" w:rsidTr="00305DFB">
        <w:tc>
          <w:tcPr>
            <w:tcW w:w="9639" w:type="dxa"/>
          </w:tcPr>
          <w:p w14:paraId="364D9A6D" w14:textId="77777777"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14:paraId="32DB8720" w14:textId="77777777" w:rsidTr="00796555">
        <w:trPr>
          <w:trHeight w:val="870"/>
        </w:trPr>
        <w:tc>
          <w:tcPr>
            <w:tcW w:w="9639" w:type="dxa"/>
          </w:tcPr>
          <w:p w14:paraId="1D2F18EA" w14:textId="77777777"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Podstawy etosu społecznego w wybranych teoriach etycznych: Peter Singer, Vasil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Gluchman,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Vasila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Gluchmana.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14:paraId="46A392B5" w14:textId="77777777" w:rsidTr="00796555">
        <w:trPr>
          <w:trHeight w:val="590"/>
        </w:trPr>
        <w:tc>
          <w:tcPr>
            <w:tcW w:w="9639" w:type="dxa"/>
          </w:tcPr>
          <w:p w14:paraId="2ADBA05B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14:paraId="0F524A55" w14:textId="77777777" w:rsidTr="00796555">
        <w:trPr>
          <w:trHeight w:val="591"/>
        </w:trPr>
        <w:tc>
          <w:tcPr>
            <w:tcW w:w="9639" w:type="dxa"/>
          </w:tcPr>
          <w:p w14:paraId="0C4006D1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14:paraId="3A55864A" w14:textId="77777777" w:rsidTr="00796555">
        <w:trPr>
          <w:trHeight w:val="607"/>
        </w:trPr>
        <w:tc>
          <w:tcPr>
            <w:tcW w:w="9639" w:type="dxa"/>
          </w:tcPr>
          <w:p w14:paraId="62FA6084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14:paraId="69C025B3" w14:textId="77777777" w:rsidTr="00796555">
        <w:trPr>
          <w:trHeight w:val="585"/>
        </w:trPr>
        <w:tc>
          <w:tcPr>
            <w:tcW w:w="9639" w:type="dxa"/>
          </w:tcPr>
          <w:p w14:paraId="7E0D92A8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14:paraId="5BF14C70" w14:textId="77777777" w:rsidTr="00482CBE">
        <w:trPr>
          <w:trHeight w:val="397"/>
        </w:trPr>
        <w:tc>
          <w:tcPr>
            <w:tcW w:w="9639" w:type="dxa"/>
          </w:tcPr>
          <w:p w14:paraId="0B7328CF" w14:textId="77777777"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14:paraId="530E4A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1FE8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CED6D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14:paraId="7080E979" w14:textId="77777777" w:rsidTr="00305DFB">
        <w:tc>
          <w:tcPr>
            <w:tcW w:w="9639" w:type="dxa"/>
          </w:tcPr>
          <w:p w14:paraId="7613CBDE" w14:textId="77777777"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14:paraId="6BCFCB78" w14:textId="77777777" w:rsidTr="00796555">
        <w:trPr>
          <w:trHeight w:val="330"/>
        </w:trPr>
        <w:tc>
          <w:tcPr>
            <w:tcW w:w="9639" w:type="dxa"/>
          </w:tcPr>
          <w:p w14:paraId="1C89C178" w14:textId="77777777"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0EDFC209" w14:textId="77777777" w:rsidTr="00796555">
        <w:trPr>
          <w:trHeight w:val="346"/>
        </w:trPr>
        <w:tc>
          <w:tcPr>
            <w:tcW w:w="9639" w:type="dxa"/>
          </w:tcPr>
          <w:p w14:paraId="1DBDA13F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14:paraId="22DB4039" w14:textId="77777777" w:rsidTr="00FF6FBA">
        <w:trPr>
          <w:trHeight w:val="389"/>
        </w:trPr>
        <w:tc>
          <w:tcPr>
            <w:tcW w:w="9639" w:type="dxa"/>
          </w:tcPr>
          <w:p w14:paraId="3923861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1AE24382" w14:textId="77777777" w:rsidTr="00796555">
        <w:trPr>
          <w:trHeight w:val="306"/>
        </w:trPr>
        <w:tc>
          <w:tcPr>
            <w:tcW w:w="9639" w:type="dxa"/>
          </w:tcPr>
          <w:p w14:paraId="503BA2D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14:paraId="636D9DAB" w14:textId="77777777" w:rsidTr="00796555">
        <w:trPr>
          <w:trHeight w:val="300"/>
        </w:trPr>
        <w:tc>
          <w:tcPr>
            <w:tcW w:w="9639" w:type="dxa"/>
          </w:tcPr>
          <w:p w14:paraId="7544974F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14:paraId="5364F7A3" w14:textId="77777777" w:rsidTr="00796555">
        <w:trPr>
          <w:trHeight w:val="335"/>
        </w:trPr>
        <w:tc>
          <w:tcPr>
            <w:tcW w:w="9639" w:type="dxa"/>
          </w:tcPr>
          <w:p w14:paraId="7F469F94" w14:textId="77777777"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14:paraId="637D0041" w14:textId="77777777"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FA7D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57927E" w14:textId="77777777"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B9BB101" w14:textId="77777777"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14:paraId="1EE26D46" w14:textId="77777777"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14:paraId="6F86D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A77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A1DE7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DF640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D25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5AF7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C5B920" w14:textId="77777777" w:rsidTr="00037D2F">
        <w:tc>
          <w:tcPr>
            <w:tcW w:w="1962" w:type="dxa"/>
            <w:vAlign w:val="center"/>
          </w:tcPr>
          <w:p w14:paraId="2CDF1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C1965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EB128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7146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9BB0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6BBFEF" w14:textId="77777777" w:rsidTr="00037D2F">
        <w:tc>
          <w:tcPr>
            <w:tcW w:w="1962" w:type="dxa"/>
          </w:tcPr>
          <w:p w14:paraId="545C0912" w14:textId="77777777"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69D4C889" w14:textId="77777777"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231E172C" w14:textId="77777777"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438EB87E" w14:textId="77777777" w:rsidTr="00037D2F">
        <w:tc>
          <w:tcPr>
            <w:tcW w:w="1962" w:type="dxa"/>
          </w:tcPr>
          <w:p w14:paraId="44AF2291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DCE005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32F030D9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5E9937E5" w14:textId="77777777" w:rsidTr="00037D2F">
        <w:tc>
          <w:tcPr>
            <w:tcW w:w="1962" w:type="dxa"/>
          </w:tcPr>
          <w:p w14:paraId="55489470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C735E48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50F4E8F1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6B9E2A70" w14:textId="77777777" w:rsidTr="00037D2F">
        <w:tc>
          <w:tcPr>
            <w:tcW w:w="1962" w:type="dxa"/>
          </w:tcPr>
          <w:p w14:paraId="37023DEF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C0EC952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14:paraId="0E4E4448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37EF1277" w14:textId="77777777" w:rsidTr="00037D2F">
        <w:tc>
          <w:tcPr>
            <w:tcW w:w="1962" w:type="dxa"/>
          </w:tcPr>
          <w:p w14:paraId="2DCEF1F1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72469B6" w14:textId="3C110F4F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</w:t>
            </w:r>
            <w:r w:rsidR="001529E8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akcie zajęć</w:t>
            </w:r>
          </w:p>
        </w:tc>
        <w:tc>
          <w:tcPr>
            <w:tcW w:w="2117" w:type="dxa"/>
          </w:tcPr>
          <w:p w14:paraId="4AF8700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9A429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9F4C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BF8B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7D4D" w14:paraId="63745798" w14:textId="77777777" w:rsidTr="00807D4D">
        <w:tc>
          <w:tcPr>
            <w:tcW w:w="9778" w:type="dxa"/>
          </w:tcPr>
          <w:p w14:paraId="564FADC3" w14:textId="77777777"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14:paraId="49C9F2CC" w14:textId="77777777"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515A1C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FA89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70A5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644DE97" w14:textId="77777777" w:rsidTr="003E1941">
        <w:tc>
          <w:tcPr>
            <w:tcW w:w="4962" w:type="dxa"/>
            <w:vAlign w:val="center"/>
          </w:tcPr>
          <w:p w14:paraId="3295CC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DAF7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FD79F2" w14:textId="77777777" w:rsidTr="00923D7D">
        <w:tc>
          <w:tcPr>
            <w:tcW w:w="4962" w:type="dxa"/>
          </w:tcPr>
          <w:p w14:paraId="7B1C2AC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2CE2" w14:textId="77777777" w:rsidR="0085747A" w:rsidRPr="009C54AE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0DA0025C" w14:textId="77777777" w:rsidTr="00923D7D">
        <w:tc>
          <w:tcPr>
            <w:tcW w:w="4962" w:type="dxa"/>
          </w:tcPr>
          <w:p w14:paraId="3F3C1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AB1B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1102AA" w14:textId="571ED114" w:rsidR="00C61DC5" w:rsidRPr="009C54AE" w:rsidRDefault="000F5D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AD9C643" w14:textId="77777777" w:rsidTr="00923D7D">
        <w:tc>
          <w:tcPr>
            <w:tcW w:w="4962" w:type="dxa"/>
          </w:tcPr>
          <w:p w14:paraId="4E874BA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52EE2A0" w14:textId="5D98D89A" w:rsidR="001531CF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952AA3">
              <w:rPr>
                <w:rFonts w:ascii="Corbel" w:hAnsi="Corbel"/>
                <w:sz w:val="24"/>
                <w:szCs w:val="24"/>
              </w:rPr>
              <w:t>ć</w:t>
            </w:r>
          </w:p>
          <w:p w14:paraId="7775059A" w14:textId="4BBA6170" w:rsidR="001531CF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do kolokwium  </w:t>
            </w:r>
          </w:p>
          <w:p w14:paraId="376E2367" w14:textId="2C1EA384" w:rsidR="00C61DC5" w:rsidRPr="009C54AE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6E015CBA" w14:textId="5447CB80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156C22B" w14:textId="77777777" w:rsidR="000F5DBD" w:rsidRDefault="000F5D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3734870" w14:textId="77777777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BED291B" w14:textId="66DE6528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F5DBD">
              <w:rPr>
                <w:rFonts w:ascii="Corbel" w:hAnsi="Corbel"/>
                <w:sz w:val="24"/>
                <w:szCs w:val="24"/>
              </w:rPr>
              <w:t>2</w:t>
            </w:r>
          </w:p>
          <w:p w14:paraId="1751092D" w14:textId="77670143" w:rsidR="00952AA3" w:rsidRPr="009C54AE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0F5D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E942F7E" w14:textId="77777777" w:rsidTr="00923D7D">
        <w:tc>
          <w:tcPr>
            <w:tcW w:w="4962" w:type="dxa"/>
          </w:tcPr>
          <w:p w14:paraId="2F97B3A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9D51504" w14:textId="77777777" w:rsidR="0085747A" w:rsidRPr="009C54AE" w:rsidRDefault="00A15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100</w:t>
            </w:r>
          </w:p>
        </w:tc>
      </w:tr>
      <w:tr w:rsidR="0085747A" w:rsidRPr="009C54AE" w14:paraId="59F2F2AB" w14:textId="77777777" w:rsidTr="00923D7D">
        <w:tc>
          <w:tcPr>
            <w:tcW w:w="4962" w:type="dxa"/>
          </w:tcPr>
          <w:p w14:paraId="05EEC3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E10113" w14:textId="77777777" w:rsidR="0085747A" w:rsidRPr="009C54AE" w:rsidRDefault="00A15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546FD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54B1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296B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6132F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45FFC392" w14:textId="77777777" w:rsidTr="00DB7FE2">
        <w:trPr>
          <w:trHeight w:val="397"/>
        </w:trPr>
        <w:tc>
          <w:tcPr>
            <w:tcW w:w="3544" w:type="dxa"/>
          </w:tcPr>
          <w:p w14:paraId="5917A8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B9CB604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411B60E" w14:textId="77777777" w:rsidTr="00DB7FE2">
        <w:trPr>
          <w:trHeight w:val="397"/>
        </w:trPr>
        <w:tc>
          <w:tcPr>
            <w:tcW w:w="3544" w:type="dxa"/>
          </w:tcPr>
          <w:p w14:paraId="7FFE85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C4C23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81FAA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7A6C2E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94F66E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07D4D" w:rsidRPr="009C54AE" w14:paraId="4B38AFF6" w14:textId="77777777" w:rsidTr="00DB7FE2">
        <w:trPr>
          <w:trHeight w:val="397"/>
        </w:trPr>
        <w:tc>
          <w:tcPr>
            <w:tcW w:w="9101" w:type="dxa"/>
          </w:tcPr>
          <w:p w14:paraId="5FBEAC01" w14:textId="77777777"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D99E98" w14:textId="77777777"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A60D34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28555185" w14:textId="77777777"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14:paraId="6C2515AF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14:paraId="65BDC785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47946784" w14:textId="77777777" w:rsidR="002B142D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  <w:p w14:paraId="3C9C175A" w14:textId="6E83DE65" w:rsidR="008143D7" w:rsidRPr="00213FB2" w:rsidRDefault="00E93D7E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Kustra C., </w:t>
            </w:r>
            <w:proofErr w:type="spellStart"/>
            <w:r>
              <w:rPr>
                <w:sz w:val="24"/>
                <w:szCs w:val="24"/>
              </w:rPr>
              <w:t>Fopka</w:t>
            </w:r>
            <w:proofErr w:type="spellEnd"/>
            <w:r>
              <w:rPr>
                <w:sz w:val="24"/>
                <w:szCs w:val="24"/>
              </w:rPr>
              <w:t>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</w:t>
            </w:r>
          </w:p>
        </w:tc>
      </w:tr>
      <w:tr w:rsidR="00807D4D" w:rsidRPr="009C54AE" w14:paraId="69D19696" w14:textId="77777777" w:rsidTr="00DB7FE2">
        <w:trPr>
          <w:trHeight w:val="397"/>
        </w:trPr>
        <w:tc>
          <w:tcPr>
            <w:tcW w:w="9101" w:type="dxa"/>
          </w:tcPr>
          <w:p w14:paraId="58C34928" w14:textId="77777777"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DA66BC" w14:textId="77777777"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A42705" w14:textId="77777777"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14:paraId="1B79B3CD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14:paraId="26F36FCE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14:paraId="6414EB61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14:paraId="1196D543" w14:textId="77777777"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628029D4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14:paraId="288AD9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D62B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4F39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6063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E668D" w14:textId="77777777" w:rsidR="007A3C15" w:rsidRDefault="007A3C15" w:rsidP="00C16ABF">
      <w:pPr>
        <w:spacing w:after="0" w:line="240" w:lineRule="auto"/>
      </w:pPr>
      <w:r>
        <w:separator/>
      </w:r>
    </w:p>
  </w:endnote>
  <w:endnote w:type="continuationSeparator" w:id="0">
    <w:p w14:paraId="17E66071" w14:textId="77777777" w:rsidR="007A3C15" w:rsidRDefault="007A3C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9707B" w14:textId="77777777" w:rsidR="007A3C15" w:rsidRDefault="007A3C15" w:rsidP="00C16ABF">
      <w:pPr>
        <w:spacing w:after="0" w:line="240" w:lineRule="auto"/>
      </w:pPr>
      <w:r>
        <w:separator/>
      </w:r>
    </w:p>
  </w:footnote>
  <w:footnote w:type="continuationSeparator" w:id="0">
    <w:p w14:paraId="3F8066F6" w14:textId="77777777" w:rsidR="007A3C15" w:rsidRDefault="007A3C15" w:rsidP="00C16ABF">
      <w:pPr>
        <w:spacing w:after="0" w:line="240" w:lineRule="auto"/>
      </w:pPr>
      <w:r>
        <w:continuationSeparator/>
      </w:r>
    </w:p>
  </w:footnote>
  <w:footnote w:id="1">
    <w:p w14:paraId="2A28A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0E68"/>
    <w:rsid w:val="000F1C57"/>
    <w:rsid w:val="000F5615"/>
    <w:rsid w:val="000F5DBD"/>
    <w:rsid w:val="00124BFF"/>
    <w:rsid w:val="0012560E"/>
    <w:rsid w:val="00127108"/>
    <w:rsid w:val="00133216"/>
    <w:rsid w:val="00134B13"/>
    <w:rsid w:val="00142CE3"/>
    <w:rsid w:val="00146BC0"/>
    <w:rsid w:val="001529E8"/>
    <w:rsid w:val="001531CF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79C"/>
    <w:rsid w:val="003A0A5B"/>
    <w:rsid w:val="003A1176"/>
    <w:rsid w:val="003C0BAE"/>
    <w:rsid w:val="003D18A9"/>
    <w:rsid w:val="003D1F16"/>
    <w:rsid w:val="003D6CE2"/>
    <w:rsid w:val="003E1941"/>
    <w:rsid w:val="003E2FE6"/>
    <w:rsid w:val="003E49D5"/>
    <w:rsid w:val="003F38C0"/>
    <w:rsid w:val="0041137C"/>
    <w:rsid w:val="00414806"/>
    <w:rsid w:val="00414E3C"/>
    <w:rsid w:val="0042244A"/>
    <w:rsid w:val="0042745A"/>
    <w:rsid w:val="004309BF"/>
    <w:rsid w:val="00431D5C"/>
    <w:rsid w:val="004362C6"/>
    <w:rsid w:val="00437FA2"/>
    <w:rsid w:val="004453B1"/>
    <w:rsid w:val="00445970"/>
    <w:rsid w:val="00447DAA"/>
    <w:rsid w:val="0045729E"/>
    <w:rsid w:val="00461EFC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C44CD"/>
    <w:rsid w:val="004D3D9C"/>
    <w:rsid w:val="004D5282"/>
    <w:rsid w:val="004F1551"/>
    <w:rsid w:val="004F55A3"/>
    <w:rsid w:val="0050496F"/>
    <w:rsid w:val="005100C2"/>
    <w:rsid w:val="005129AF"/>
    <w:rsid w:val="00513B6F"/>
    <w:rsid w:val="00517C63"/>
    <w:rsid w:val="00526C94"/>
    <w:rsid w:val="005363C4"/>
    <w:rsid w:val="00536BDE"/>
    <w:rsid w:val="00543ACC"/>
    <w:rsid w:val="0056696D"/>
    <w:rsid w:val="00573EF9"/>
    <w:rsid w:val="00593D87"/>
    <w:rsid w:val="0059484D"/>
    <w:rsid w:val="005A0855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3C15"/>
    <w:rsid w:val="007A4022"/>
    <w:rsid w:val="007A6E6E"/>
    <w:rsid w:val="007C3299"/>
    <w:rsid w:val="007C3BCC"/>
    <w:rsid w:val="007C4546"/>
    <w:rsid w:val="007D6E56"/>
    <w:rsid w:val="007F1652"/>
    <w:rsid w:val="007F4155"/>
    <w:rsid w:val="007F6514"/>
    <w:rsid w:val="00807D4D"/>
    <w:rsid w:val="008143D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AA3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485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E6826"/>
    <w:rsid w:val="00CF25BE"/>
    <w:rsid w:val="00CF78ED"/>
    <w:rsid w:val="00D0004E"/>
    <w:rsid w:val="00D02B25"/>
    <w:rsid w:val="00D02EBA"/>
    <w:rsid w:val="00D03248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B7FE2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3D7E"/>
    <w:rsid w:val="00E960BB"/>
    <w:rsid w:val="00EA2074"/>
    <w:rsid w:val="00EA4832"/>
    <w:rsid w:val="00EA4E9D"/>
    <w:rsid w:val="00EB1963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67D2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FCD1"/>
  <w15:docId w15:val="{DBC026E6-B56D-4043-A268-41276C89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1121C-529F-400D-B3E9-6FB70F60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20</cp:revision>
  <cp:lastPrinted>2019-02-06T12:12:00Z</cp:lastPrinted>
  <dcterms:created xsi:type="dcterms:W3CDTF">2019-11-07T13:25:00Z</dcterms:created>
  <dcterms:modified xsi:type="dcterms:W3CDTF">2022-09-30T07:35:00Z</dcterms:modified>
</cp:coreProperties>
</file>